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616FDA4D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6830C9">
        <w:rPr>
          <w:rFonts w:ascii="Corbel" w:hAnsi="Corbel"/>
          <w:i/>
          <w:smallCaps/>
          <w:sz w:val="24"/>
          <w:szCs w:val="24"/>
        </w:rPr>
        <w:t>202</w:t>
      </w:r>
      <w:r w:rsidR="00A71461">
        <w:rPr>
          <w:rFonts w:ascii="Corbel" w:hAnsi="Corbel"/>
          <w:i/>
          <w:smallCaps/>
          <w:sz w:val="24"/>
          <w:szCs w:val="24"/>
        </w:rPr>
        <w:t>1</w:t>
      </w:r>
      <w:r w:rsidRPr="006830C9">
        <w:rPr>
          <w:rFonts w:ascii="Corbel" w:hAnsi="Corbel"/>
          <w:i/>
          <w:smallCaps/>
          <w:sz w:val="24"/>
          <w:szCs w:val="24"/>
        </w:rPr>
        <w:t>-202</w:t>
      </w:r>
      <w:r w:rsidR="00A71461">
        <w:rPr>
          <w:rFonts w:ascii="Corbel" w:hAnsi="Corbel"/>
          <w:i/>
          <w:smallCaps/>
          <w:sz w:val="24"/>
          <w:szCs w:val="24"/>
        </w:rPr>
        <w:t>4</w:t>
      </w:r>
    </w:p>
    <w:p w14:paraId="2E360394" w14:textId="0E17C085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71461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A71461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2719F5E1" w:rsidR="0085747A" w:rsidRPr="00B21703" w:rsidRDefault="00B21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70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46F1DA95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C24D190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3C7A9476" w:rsidR="00015B8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1FA649B6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3ED075C7" w:rsidR="0030395F" w:rsidRPr="009C54AE" w:rsidRDefault="00B21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3C296107" w:rsidR="009C54AE" w:rsidRPr="00ED7800" w:rsidRDefault="67149FBD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ć</w:t>
      </w:r>
      <w:r w:rsidR="00ED7800" w:rsidRPr="7FA13433">
        <w:rPr>
          <w:rFonts w:ascii="Corbel" w:hAnsi="Corbel"/>
          <w:b w:val="0"/>
          <w:smallCaps w:val="0"/>
        </w:rPr>
        <w:t>wiczenia</w:t>
      </w:r>
      <w:r w:rsidR="024C5214" w:rsidRPr="7FA13433">
        <w:rPr>
          <w:rFonts w:ascii="Corbel" w:hAnsi="Corbel"/>
          <w:b w:val="0"/>
          <w:smallCaps w:val="0"/>
        </w:rPr>
        <w:t xml:space="preserve"> </w:t>
      </w:r>
      <w:r w:rsidR="16C93615" w:rsidRPr="7FA13433">
        <w:rPr>
          <w:rFonts w:ascii="Corbel" w:hAnsi="Corbel"/>
          <w:b w:val="0"/>
          <w:smallCaps w:val="0"/>
        </w:rPr>
        <w:t>/</w:t>
      </w:r>
      <w:r w:rsidR="557E7DE9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wykład</w:t>
      </w:r>
    </w:p>
    <w:p w14:paraId="5452A6AC" w14:textId="2AD52CBA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bez oceny</w:t>
      </w:r>
    </w:p>
    <w:p w14:paraId="01D0FE4A" w14:textId="1EC9B989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F566D1C" w:rsidR="0085747A" w:rsidRPr="009C54AE" w:rsidRDefault="00B21703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6BF23EA5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21703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Gawinecki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51A146BD">
              <w:rPr>
                <w:rFonts w:ascii="Corbel" w:hAnsi="Corbel"/>
                <w:sz w:val="24"/>
                <w:szCs w:val="24"/>
              </w:rPr>
              <w:t>Krysicki</w:t>
            </w:r>
            <w:proofErr w:type="spellEnd"/>
            <w:r w:rsidRPr="51A146BD">
              <w:rPr>
                <w:rFonts w:ascii="Corbel" w:hAnsi="Corbel"/>
                <w:sz w:val="24"/>
                <w:szCs w:val="24"/>
              </w:rPr>
              <w:t xml:space="preserve">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proofErr w:type="spellStart"/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 xml:space="preserve">5. Fura B., Fura M.,  </w:t>
            </w:r>
            <w:proofErr w:type="spellStart"/>
            <w:r w:rsidRPr="41F2F6C2">
              <w:rPr>
                <w:rFonts w:ascii="Corbel" w:hAnsi="Corbel"/>
                <w:b w:val="0"/>
                <w:smallCaps w:val="0"/>
              </w:rPr>
              <w:t>Optimization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consumer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preferences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an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example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</w:t>
            </w:r>
            <w:proofErr w:type="spellEnd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Mathematics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A5AA5" w14:textId="77777777" w:rsidR="00C9018B" w:rsidRDefault="00C9018B" w:rsidP="00C16ABF">
      <w:pPr>
        <w:spacing w:after="0" w:line="240" w:lineRule="auto"/>
      </w:pPr>
      <w:r>
        <w:separator/>
      </w:r>
    </w:p>
  </w:endnote>
  <w:endnote w:type="continuationSeparator" w:id="0">
    <w:p w14:paraId="57925391" w14:textId="77777777" w:rsidR="00C9018B" w:rsidRDefault="00C901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0F2D7" w14:textId="77777777" w:rsidR="00C9018B" w:rsidRDefault="00C9018B" w:rsidP="00C16ABF">
      <w:pPr>
        <w:spacing w:after="0" w:line="240" w:lineRule="auto"/>
      </w:pPr>
      <w:r>
        <w:separator/>
      </w:r>
    </w:p>
  </w:footnote>
  <w:footnote w:type="continuationSeparator" w:id="0">
    <w:p w14:paraId="5B6DAC69" w14:textId="77777777" w:rsidR="00C9018B" w:rsidRDefault="00C9018B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71461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703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18B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21E7D"/>
    <w:rsid w:val="00E22FBC"/>
    <w:rsid w:val="00E24BF5"/>
    <w:rsid w:val="00E25338"/>
    <w:rsid w:val="00E51E44"/>
    <w:rsid w:val="00E63348"/>
    <w:rsid w:val="00E654D0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3752CF-607D-44D6-A224-7D29CFD0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772CD3-7660-42D5-9ADD-A684A466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1312</Words>
  <Characters>7878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28</cp:revision>
  <cp:lastPrinted>2019-02-06T12:12:00Z</cp:lastPrinted>
  <dcterms:created xsi:type="dcterms:W3CDTF">2020-10-26T19:32:00Z</dcterms:created>
  <dcterms:modified xsi:type="dcterms:W3CDTF">2021-09-03T08:56:00Z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